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715FC3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 w:rsidRPr="00715FC3">
        <w:rPr>
          <w:rFonts w:ascii="Arial" w:hAnsi="Arial" w:cs="Arial"/>
          <w:b/>
          <w:color w:val="7030A0"/>
          <w:sz w:val="28"/>
          <w:szCs w:val="28"/>
        </w:rPr>
        <w:t>CALCULS EN CHIFFRES ARABE</w:t>
      </w:r>
      <w:r>
        <w:rPr>
          <w:rFonts w:ascii="Arial" w:hAnsi="Arial" w:cs="Arial"/>
          <w:b/>
          <w:color w:val="7030A0"/>
          <w:sz w:val="28"/>
          <w:szCs w:val="28"/>
        </w:rPr>
        <w:t>S</w:t>
      </w:r>
    </w:p>
    <w:p w:rsidR="001979AE" w:rsidRDefault="001979AE" w:rsidP="00687DE3">
      <w:pPr>
        <w:rPr>
          <w:rFonts w:ascii="Arial" w:hAnsi="Arial" w:cs="Arial"/>
          <w:b/>
          <w:color w:val="FF0000"/>
          <w:sz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97828" wp14:editId="5653626F">
                <wp:simplePos x="0" y="0"/>
                <wp:positionH relativeFrom="column">
                  <wp:posOffset>-102626</wp:posOffset>
                </wp:positionH>
                <wp:positionV relativeFrom="paragraph">
                  <wp:posOffset>68824</wp:posOffset>
                </wp:positionV>
                <wp:extent cx="6054969" cy="2737485"/>
                <wp:effectExtent l="0" t="0" r="22225" b="247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969" cy="27374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5.4pt;width:476.75pt;height:21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" filled="f" strokecolor="#7030a0" strokeweight="1pt"/>
            </w:pict>
          </mc:Fallback>
        </mc:AlternateContent>
      </w:r>
      <w:r>
        <w:rPr>
          <w:rFonts w:ascii="Arial" w:hAnsi="Arial" w:cs="Arial"/>
          <w:b/>
          <w:color w:val="FF0000"/>
          <w:sz w:val="28"/>
        </w:rPr>
        <w:t xml:space="preserve">   </w:t>
      </w:r>
    </w:p>
    <w:p w:rsidR="001979AE" w:rsidRDefault="00B9713C" w:rsidP="00687DE3">
      <w:pPr>
        <w:rPr>
          <w:rFonts w:ascii="Arial" w:hAnsi="Arial" w:cs="Arial"/>
          <w:b/>
          <w:color w:val="FF0000"/>
          <w:sz w:val="28"/>
        </w:rPr>
      </w:pPr>
      <w:r w:rsidRPr="001979AE">
        <w:rPr>
          <w:rFonts w:ascii="Arial" w:hAnsi="Arial" w:cs="Arial"/>
        </w:rPr>
        <w:t xml:space="preserve">Découverte </w:t>
      </w:r>
      <w:r w:rsidR="0036737C" w:rsidRPr="001979AE">
        <w:rPr>
          <w:rFonts w:ascii="Arial" w:hAnsi="Arial" w:cs="Arial"/>
        </w:rPr>
        <w:t>des chiffres arabes et pratique</w:t>
      </w:r>
      <w:r w:rsidR="00927A19">
        <w:rPr>
          <w:rFonts w:ascii="Arial" w:hAnsi="Arial" w:cs="Arial"/>
        </w:rPr>
        <w:t xml:space="preserve"> du calcul, donnez-vou-en</w:t>
      </w:r>
      <w:r w:rsidRPr="001979AE">
        <w:rPr>
          <w:rFonts w:ascii="Arial" w:hAnsi="Arial" w:cs="Arial"/>
        </w:rPr>
        <w:t xml:space="preserve"> à cœur joie mais</w:t>
      </w:r>
      <w:r w:rsidR="001979AE" w:rsidRPr="001979AE">
        <w:rPr>
          <w:rFonts w:ascii="Arial" w:hAnsi="Arial" w:cs="Arial"/>
        </w:rPr>
        <w:t xml:space="preserve"> </w:t>
      </w:r>
      <w:r w:rsidRPr="001979AE">
        <w:rPr>
          <w:rFonts w:ascii="Arial" w:hAnsi="Arial" w:cs="Arial"/>
        </w:rPr>
        <w:t xml:space="preserve">attention à ne pas vous emmêler les pinceaux ! </w:t>
      </w:r>
    </w:p>
    <w:p w:rsidR="00687DE3" w:rsidRPr="001979AE" w:rsidRDefault="00687DE3" w:rsidP="00687DE3">
      <w:pPr>
        <w:rPr>
          <w:rFonts w:ascii="Arial" w:hAnsi="Arial" w:cs="Arial"/>
          <w:b/>
          <w:color w:val="FF0000"/>
          <w:sz w:val="28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C37C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BC324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C37C0">
        <w:rPr>
          <w:rFonts w:ascii="Arial" w:hAnsi="Arial" w:cs="Arial"/>
        </w:rPr>
        <w:t xml:space="preserve"> MS 22, MS 24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C37C0">
        <w:rPr>
          <w:rFonts w:ascii="Arial" w:hAnsi="Arial" w:cs="Arial"/>
        </w:rPr>
        <w:t xml:space="preserve"> SHS 21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C37C0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CC37C0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C37C0">
        <w:rPr>
          <w:rFonts w:ascii="Arial" w:hAnsi="Arial" w:cs="Arial"/>
        </w:rPr>
        <w:t xml:space="preserve">FG 24, FG 25, FG 28 </w:t>
      </w:r>
    </w:p>
    <w:p w:rsidR="00687DE3" w:rsidRDefault="00CC37C0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863FBE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et démarche réflexive. </w:t>
      </w:r>
    </w:p>
    <w:p w:rsidR="00CC37C0" w:rsidRDefault="00CC37C0" w:rsidP="001979AE">
      <w:pPr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8021CA" w:rsidRDefault="00F723D3" w:rsidP="008021C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8021CA" w:rsidRPr="008021CA" w:rsidRDefault="008021CA" w:rsidP="008021C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8021CA">
        <w:rPr>
          <w:rFonts w:ascii="Arial" w:hAnsi="Arial" w:cs="Arial"/>
          <w:b/>
        </w:rPr>
        <w:t xml:space="preserve">PDF "fiche chiffres arabes" </w:t>
      </w:r>
      <w:r w:rsidRPr="008021CA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2-3 copies et les plastifier si possible </w:t>
      </w:r>
    </w:p>
    <w:p w:rsidR="004B3F3D" w:rsidRPr="001979AE" w:rsidRDefault="008021CA" w:rsidP="001979AE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8021CA">
        <w:rPr>
          <w:rFonts w:ascii="Arial" w:hAnsi="Arial" w:cs="Arial"/>
          <w:b/>
        </w:rPr>
        <w:t>PDF "fiche calculs en arabes"</w:t>
      </w:r>
      <w:r>
        <w:rPr>
          <w:rFonts w:ascii="Arial" w:hAnsi="Arial" w:cs="Arial"/>
          <w:b/>
        </w:rPr>
        <w:t xml:space="preserve"> </w:t>
      </w:r>
      <w:r w:rsidRPr="008021CA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suffisamment de copies pour réaliser cette activité durant</w:t>
      </w:r>
      <w:r w:rsidR="00756290">
        <w:rPr>
          <w:rFonts w:ascii="Arial" w:hAnsi="Arial" w:cs="Arial"/>
          <w:b/>
        </w:rPr>
        <w:t xml:space="preserve"> une</w:t>
      </w:r>
      <w:r>
        <w:rPr>
          <w:rFonts w:ascii="Arial" w:hAnsi="Arial" w:cs="Arial"/>
          <w:b/>
        </w:rPr>
        <w:t xml:space="preserve"> ½ journée (env. 30 copies) 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8021CA" w:rsidRPr="008021CA" w:rsidRDefault="008021CA" w:rsidP="008021CA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8021CA">
        <w:rPr>
          <w:rFonts w:ascii="Arial" w:hAnsi="Arial" w:cs="Arial"/>
          <w:b/>
        </w:rPr>
        <w:t>Des stylos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Pr="001979AE" w:rsidRDefault="00F723D3" w:rsidP="001979AE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sectPr w:rsidR="00716697" w:rsidRPr="001979AE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91F85"/>
    <w:rsid w:val="001979AE"/>
    <w:rsid w:val="001A4A00"/>
    <w:rsid w:val="0036737C"/>
    <w:rsid w:val="003F707B"/>
    <w:rsid w:val="004163C9"/>
    <w:rsid w:val="004B3F3D"/>
    <w:rsid w:val="00507F03"/>
    <w:rsid w:val="005472B9"/>
    <w:rsid w:val="00687DE3"/>
    <w:rsid w:val="00715FC3"/>
    <w:rsid w:val="00716697"/>
    <w:rsid w:val="00756290"/>
    <w:rsid w:val="008021CA"/>
    <w:rsid w:val="00863FBE"/>
    <w:rsid w:val="008844A5"/>
    <w:rsid w:val="00927A19"/>
    <w:rsid w:val="0094240B"/>
    <w:rsid w:val="00B9713C"/>
    <w:rsid w:val="00BC3242"/>
    <w:rsid w:val="00CC37C0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912114F.dotm</Template>
  <TotalTime>1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2019-07-25T12:10:00Z</dcterms:created>
  <dcterms:modified xsi:type="dcterms:W3CDTF">2019-07-29T06:43:00Z</dcterms:modified>
</cp:coreProperties>
</file>